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9ACC" w14:textId="77777777"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7995CA64" wp14:editId="0282643B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D3470" w14:textId="77777777"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14:paraId="43318C99" w14:textId="532E7A59" w:rsidR="00E968CC" w:rsidRDefault="00A61AB4" w:rsidP="00650DA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73738B">
        <w:rPr>
          <w:rFonts w:ascii="Times New Roman" w:hAnsi="Times New Roman" w:cs="Times New Roman"/>
          <w:sz w:val="24"/>
          <w:szCs w:val="24"/>
        </w:rPr>
        <w:t xml:space="preserve"> по анализу предложений в электронной форме № </w:t>
      </w:r>
      <w:r w:rsidR="00900FA1" w:rsidRPr="00900FA1">
        <w:rPr>
          <w:rFonts w:ascii="Times New Roman" w:hAnsi="Times New Roman" w:cs="Times New Roman"/>
          <w:sz w:val="24"/>
          <w:szCs w:val="24"/>
        </w:rPr>
        <w:t>COM19022500038</w:t>
      </w:r>
    </w:p>
    <w:p w14:paraId="684AF01B" w14:textId="4E893AEF" w:rsidR="00650DAA" w:rsidRPr="0073738B" w:rsidRDefault="00F218B9" w:rsidP="00650DAA">
      <w:pPr>
        <w:jc w:val="center"/>
      </w:pPr>
      <w:r>
        <w:t xml:space="preserve">на право заключения договора </w:t>
      </w:r>
      <w:r w:rsidR="0073738B" w:rsidRPr="00415B4D">
        <w:t>поставк</w:t>
      </w:r>
      <w:r w:rsidR="0073738B">
        <w:t>и</w:t>
      </w:r>
      <w:r w:rsidR="0073738B" w:rsidRPr="00415B4D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</w:p>
    <w:p w14:paraId="5EEB903D" w14:textId="1DEA3472" w:rsidR="009B3F9D" w:rsidRPr="00461795" w:rsidRDefault="009B3F9D" w:rsidP="009B3F9D">
      <w:pPr>
        <w:jc w:val="center"/>
        <w:rPr>
          <w:color w:val="000000"/>
        </w:rPr>
      </w:pPr>
    </w:p>
    <w:p w14:paraId="17A8B4AA" w14:textId="77777777" w:rsidR="0047104A" w:rsidRPr="0047104A" w:rsidRDefault="0047104A" w:rsidP="0047104A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3E2798CD" w14:textId="37595A92" w:rsidR="005B3C41" w:rsidRDefault="009A0506" w:rsidP="0073738B">
      <w:pPr>
        <w:jc w:val="both"/>
        <w:rPr>
          <w:color w:val="44443F"/>
        </w:rPr>
      </w:pPr>
      <w:r w:rsidRPr="001E746D">
        <w:rPr>
          <w:color w:val="44443F"/>
        </w:rPr>
        <w:t>Настоящим уведомляем о внесении следующих изменений в извещение</w:t>
      </w:r>
      <w:r w:rsidR="00F218B9">
        <w:rPr>
          <w:color w:val="44443F"/>
        </w:rPr>
        <w:t xml:space="preserve"> по анализу предложений </w:t>
      </w:r>
      <w:r w:rsidR="0073738B">
        <w:rPr>
          <w:color w:val="44443F"/>
        </w:rPr>
        <w:t xml:space="preserve">в электронной форме № </w:t>
      </w:r>
      <w:r w:rsidR="00900FA1" w:rsidRPr="00900FA1">
        <w:t>COM19022500038</w:t>
      </w:r>
      <w:r w:rsidR="0073738B">
        <w:rPr>
          <w:color w:val="44443F"/>
        </w:rPr>
        <w:t xml:space="preserve"> </w:t>
      </w:r>
      <w:r w:rsidR="00F218B9">
        <w:rPr>
          <w:color w:val="44443F"/>
        </w:rPr>
        <w:t>на право заключения договора</w:t>
      </w:r>
      <w:r w:rsidR="0073738B">
        <w:rPr>
          <w:color w:val="44443F"/>
        </w:rPr>
        <w:t xml:space="preserve"> </w:t>
      </w:r>
      <w:r w:rsidR="0073738B" w:rsidRPr="00415B4D">
        <w:t>поставк</w:t>
      </w:r>
      <w:r w:rsidR="0073738B">
        <w:t>и</w:t>
      </w:r>
      <w:r w:rsidR="00900FA1">
        <w:t xml:space="preserve"> </w:t>
      </w:r>
      <w:r w:rsidR="00900FA1" w:rsidRPr="00900FA1">
        <w:t>расходных материалов для системы измерения запыленности GRAVIMAT SHC 501 для ООО «ИЦ «Иркутскэнерго»</w:t>
      </w:r>
      <w:r w:rsidR="00FE2CB0">
        <w:rPr>
          <w:color w:val="44443F"/>
        </w:rPr>
        <w:t>:</w:t>
      </w:r>
    </w:p>
    <w:p w14:paraId="1A08DAD9" w14:textId="60C06643" w:rsidR="0073738B" w:rsidRDefault="0073738B" w:rsidP="0073738B">
      <w:pPr>
        <w:jc w:val="both"/>
        <w:rPr>
          <w:color w:val="44443F"/>
        </w:rPr>
      </w:pPr>
    </w:p>
    <w:p w14:paraId="101DCF69" w14:textId="71D1D203" w:rsidR="00BA456F" w:rsidRPr="0073738B" w:rsidRDefault="00BA456F" w:rsidP="004D3D65">
      <w:pPr>
        <w:pStyle w:val="a4"/>
        <w:numPr>
          <w:ilvl w:val="0"/>
          <w:numId w:val="7"/>
        </w:numPr>
        <w:jc w:val="both"/>
        <w:outlineLvl w:val="0"/>
        <w:rPr>
          <w:rFonts w:ascii="Times New Roman" w:hAnsi="Times New Roman"/>
          <w:color w:val="44443F"/>
          <w:sz w:val="24"/>
          <w:szCs w:val="24"/>
        </w:rPr>
      </w:pPr>
      <w:r w:rsidRPr="0073738B">
        <w:rPr>
          <w:rFonts w:ascii="Times New Roman" w:hAnsi="Times New Roman"/>
          <w:color w:val="44443F"/>
          <w:sz w:val="24"/>
          <w:szCs w:val="24"/>
        </w:rPr>
        <w:t>Перенесение срок</w:t>
      </w:r>
      <w:r w:rsidR="00C02418" w:rsidRPr="0073738B">
        <w:rPr>
          <w:rFonts w:ascii="Times New Roman" w:hAnsi="Times New Roman"/>
          <w:color w:val="44443F"/>
          <w:sz w:val="24"/>
          <w:szCs w:val="24"/>
        </w:rPr>
        <w:t>а окончания подачи заявок</w:t>
      </w:r>
      <w:r w:rsidRPr="0073738B">
        <w:rPr>
          <w:rFonts w:ascii="Times New Roman" w:hAnsi="Times New Roman"/>
          <w:color w:val="44443F"/>
          <w:sz w:val="24"/>
          <w:szCs w:val="24"/>
        </w:rPr>
        <w:t>:</w:t>
      </w:r>
    </w:p>
    <w:p w14:paraId="62AAA7F0" w14:textId="77777777" w:rsidR="00C02418" w:rsidRPr="00C02418" w:rsidRDefault="00C02418" w:rsidP="00C02418">
      <w:pPr>
        <w:pStyle w:val="ConsPlusNormal"/>
        <w:ind w:left="720" w:firstLine="0"/>
        <w:jc w:val="both"/>
        <w:outlineLvl w:val="0"/>
        <w:rPr>
          <w:rFonts w:ascii="Times New Roman" w:hAnsi="Times New Roman" w:cs="Times New Roman"/>
          <w:b/>
          <w:color w:val="44443F"/>
          <w:sz w:val="24"/>
          <w:szCs w:val="24"/>
        </w:rPr>
      </w:pPr>
      <w:r w:rsidRPr="00C02418">
        <w:rPr>
          <w:rFonts w:ascii="Times New Roman" w:hAnsi="Times New Roman" w:cs="Times New Roman"/>
          <w:b/>
          <w:color w:val="44443F"/>
          <w:sz w:val="24"/>
          <w:szCs w:val="24"/>
        </w:rPr>
        <w:t>До изменений:</w:t>
      </w:r>
    </w:p>
    <w:p w14:paraId="47F99640" w14:textId="0FC92E35" w:rsidR="00BA456F" w:rsidRDefault="00BA456F" w:rsidP="00BA456F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900FA1">
        <w:t>27</w:t>
      </w:r>
      <w:r w:rsidR="00D01C82">
        <w:t xml:space="preserve">» </w:t>
      </w:r>
      <w:r w:rsidR="0073738B">
        <w:t>февраля</w:t>
      </w:r>
      <w:r>
        <w:t xml:space="preserve"> 202</w:t>
      </w:r>
      <w:r w:rsidR="00650DAA">
        <w:t>5</w:t>
      </w:r>
      <w:r>
        <w:t xml:space="preserve"> в 1</w:t>
      </w:r>
      <w:r w:rsidR="00873382">
        <w:t>0</w:t>
      </w:r>
      <w:r>
        <w:t>-00 час. по иркутскому времени;</w:t>
      </w:r>
    </w:p>
    <w:p w14:paraId="4D05FCF3" w14:textId="77777777" w:rsidR="00C02418" w:rsidRDefault="00C02418" w:rsidP="00BA456F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79C5DF19" w14:textId="017C2ABF" w:rsidR="00C02418" w:rsidRDefault="00C02418" w:rsidP="00C02418">
      <w:pPr>
        <w:pStyle w:val="a7"/>
        <w:ind w:left="720"/>
      </w:pPr>
      <w:r w:rsidRPr="00E91C93">
        <w:rPr>
          <w:b/>
        </w:rPr>
        <w:t>Дата и время срока окончания подачи заявок:</w:t>
      </w:r>
      <w:r>
        <w:t xml:space="preserve"> «</w:t>
      </w:r>
      <w:r w:rsidR="004B77E3">
        <w:t>11</w:t>
      </w:r>
      <w:r>
        <w:t xml:space="preserve">» </w:t>
      </w:r>
      <w:r w:rsidR="00900FA1">
        <w:t>марта</w:t>
      </w:r>
      <w:r>
        <w:t xml:space="preserve"> 202</w:t>
      </w:r>
      <w:r w:rsidR="00650DAA">
        <w:t>5</w:t>
      </w:r>
      <w:r>
        <w:t xml:space="preserve"> в 10-00 час. по иркутскому времени;</w:t>
      </w:r>
    </w:p>
    <w:p w14:paraId="370CC6B5" w14:textId="77777777" w:rsidR="00C02418" w:rsidRPr="00C02418" w:rsidRDefault="00C02418" w:rsidP="00BA456F">
      <w:pPr>
        <w:pStyle w:val="a7"/>
        <w:ind w:left="720"/>
        <w:rPr>
          <w:b/>
        </w:rPr>
      </w:pPr>
    </w:p>
    <w:p w14:paraId="002FD4B7" w14:textId="77777777" w:rsidR="00C02418" w:rsidRDefault="00C02418" w:rsidP="00C02418">
      <w:pPr>
        <w:pStyle w:val="a7"/>
        <w:numPr>
          <w:ilvl w:val="0"/>
          <w:numId w:val="7"/>
        </w:numPr>
      </w:pPr>
      <w:r w:rsidRPr="00C02418">
        <w:t>Перенесение срока рассмотрения заявок и подведения итогов:</w:t>
      </w:r>
    </w:p>
    <w:p w14:paraId="4600247B" w14:textId="77777777" w:rsidR="00C02418" w:rsidRP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До изменений:</w:t>
      </w:r>
    </w:p>
    <w:p w14:paraId="0E845EC6" w14:textId="23FB661D" w:rsidR="00981773" w:rsidRDefault="00BA456F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900FA1">
        <w:t>27</w:t>
      </w:r>
      <w:r w:rsidRPr="00C43CEB">
        <w:t xml:space="preserve">» </w:t>
      </w:r>
      <w:r w:rsidR="004B77E3">
        <w:t>февраля</w:t>
      </w:r>
      <w:r w:rsidRPr="00C43CEB">
        <w:t xml:space="preserve"> 202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07349CDD" w14:textId="77777777" w:rsidR="00C02418" w:rsidRDefault="00C02418" w:rsidP="00C02418">
      <w:pPr>
        <w:pStyle w:val="a7"/>
        <w:ind w:left="720"/>
        <w:rPr>
          <w:b/>
        </w:rPr>
      </w:pPr>
      <w:r w:rsidRPr="00C02418">
        <w:rPr>
          <w:b/>
        </w:rPr>
        <w:t>После внесения изменений:</w:t>
      </w:r>
    </w:p>
    <w:p w14:paraId="08726FFA" w14:textId="417DB890" w:rsidR="00C02418" w:rsidRDefault="00C02418" w:rsidP="00C02418">
      <w:pPr>
        <w:pStyle w:val="a7"/>
        <w:ind w:left="720"/>
      </w:pPr>
      <w:r>
        <w:rPr>
          <w:b/>
        </w:rPr>
        <w:t>Д</w:t>
      </w:r>
      <w:r w:rsidRPr="00E91C93">
        <w:rPr>
          <w:b/>
        </w:rPr>
        <w:t>ата подведения итогов закупки</w:t>
      </w:r>
      <w:r w:rsidRPr="000D446A">
        <w:t xml:space="preserve">: </w:t>
      </w:r>
      <w:r w:rsidRPr="00C43CEB">
        <w:t>«</w:t>
      </w:r>
      <w:r w:rsidR="004B77E3">
        <w:t>11</w:t>
      </w:r>
      <w:r w:rsidR="00420E87">
        <w:t>»</w:t>
      </w:r>
      <w:r w:rsidRPr="00C43CEB">
        <w:t xml:space="preserve"> </w:t>
      </w:r>
      <w:r w:rsidR="00900FA1">
        <w:t>марта 20</w:t>
      </w:r>
      <w:r w:rsidRPr="00C43CEB">
        <w:t>2</w:t>
      </w:r>
      <w:r w:rsidR="00650DAA">
        <w:t>5</w:t>
      </w:r>
      <w:r w:rsidRPr="00C43CEB">
        <w:t xml:space="preserve"> г. в 14-00 час</w:t>
      </w:r>
      <w:r w:rsidRPr="000D446A">
        <w:t xml:space="preserve">. по </w:t>
      </w:r>
      <w:r>
        <w:t>иркутскому</w:t>
      </w:r>
      <w:r w:rsidRPr="000D446A">
        <w:t xml:space="preserve"> времени</w:t>
      </w:r>
      <w:r>
        <w:t>.</w:t>
      </w:r>
    </w:p>
    <w:p w14:paraId="293E8B4F" w14:textId="77777777" w:rsidR="00C02418" w:rsidRDefault="00C02418" w:rsidP="00C02418">
      <w:pPr>
        <w:pStyle w:val="a7"/>
        <w:ind w:left="720"/>
      </w:pPr>
    </w:p>
    <w:p w14:paraId="5F732618" w14:textId="40B63324" w:rsidR="009A0506" w:rsidRDefault="009A0506" w:rsidP="00EF5F53">
      <w:pPr>
        <w:pStyle w:val="a4"/>
        <w:ind w:left="0" w:firstLine="708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sz w:val="24"/>
          <w:szCs w:val="24"/>
        </w:rPr>
        <w:t xml:space="preserve">Извещение о закупке и документация о закупке размещены на </w:t>
      </w:r>
      <w:r w:rsidR="0062050B">
        <w:rPr>
          <w:rFonts w:ascii="Times New Roman" w:hAnsi="Times New Roman"/>
          <w:sz w:val="24"/>
          <w:szCs w:val="24"/>
        </w:rPr>
        <w:t xml:space="preserve">официальном сайте ООО «ИЦ «Иркутскэнерго» </w:t>
      </w:r>
      <w:hyperlink r:id="rId6" w:history="1">
        <w:r w:rsidR="004B77E3" w:rsidRPr="00FA6053">
          <w:rPr>
            <w:rStyle w:val="a3"/>
          </w:rPr>
          <w:t>https://icenter.irkutskenergo.ru/qa/9553.html</w:t>
        </w:r>
      </w:hyperlink>
      <w:r w:rsidR="004B77E3">
        <w:t xml:space="preserve"> и </w:t>
      </w:r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 xml:space="preserve">ЭТП </w:t>
      </w:r>
      <w:proofErr w:type="spellStart"/>
      <w:r w:rsidR="004B77E3" w:rsidRPr="004B77E3">
        <w:rPr>
          <w:rFonts w:ascii="Times New Roman" w:eastAsia="Times New Roman" w:hAnsi="Times New Roman"/>
          <w:sz w:val="24"/>
          <w:szCs w:val="24"/>
          <w:lang w:eastAsia="ru-RU"/>
        </w:rPr>
        <w:t>Росэлторг</w:t>
      </w:r>
      <w:proofErr w:type="spellEnd"/>
      <w:r w:rsidR="00BA456F" w:rsidRPr="004B77E3">
        <w:rPr>
          <w:rFonts w:eastAsia="Times New Roman"/>
          <w:lang w:eastAsia="ru-RU"/>
        </w:rPr>
        <w:t>.</w:t>
      </w:r>
    </w:p>
    <w:p w14:paraId="5F896319" w14:textId="77777777" w:rsidR="009A0506" w:rsidRPr="0061259E" w:rsidRDefault="009A0506" w:rsidP="00FE2CB0">
      <w:pPr>
        <w:jc w:val="both"/>
        <w:outlineLvl w:val="0"/>
        <w:rPr>
          <w:color w:val="44443F"/>
        </w:rPr>
      </w:pPr>
    </w:p>
    <w:p w14:paraId="34ABA401" w14:textId="77777777" w:rsidR="00385C66" w:rsidRDefault="00385C66" w:rsidP="00385C66"/>
    <w:p w14:paraId="2B2E3943" w14:textId="77777777" w:rsidR="00385C66" w:rsidRDefault="00385C66"/>
    <w:p w14:paraId="27578D6B" w14:textId="77777777" w:rsidR="00385C66" w:rsidRDefault="00385C66"/>
    <w:p w14:paraId="64D8FFAF" w14:textId="77777777" w:rsidR="00385C66" w:rsidRDefault="00385C66"/>
    <w:p w14:paraId="73D5D727" w14:textId="77777777" w:rsidR="00385C66" w:rsidRDefault="00385C66"/>
    <w:p w14:paraId="6DABF9A9" w14:textId="77777777"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996"/>
    <w:rsid w:val="00017339"/>
    <w:rsid w:val="00025F09"/>
    <w:rsid w:val="000478EC"/>
    <w:rsid w:val="000D7577"/>
    <w:rsid w:val="000F74B5"/>
    <w:rsid w:val="0010576F"/>
    <w:rsid w:val="00140D8C"/>
    <w:rsid w:val="00151868"/>
    <w:rsid w:val="00171005"/>
    <w:rsid w:val="001944DE"/>
    <w:rsid w:val="001A75AC"/>
    <w:rsid w:val="001D0F26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20E87"/>
    <w:rsid w:val="004402A3"/>
    <w:rsid w:val="00442DBB"/>
    <w:rsid w:val="0044317E"/>
    <w:rsid w:val="00451D8E"/>
    <w:rsid w:val="00455EE5"/>
    <w:rsid w:val="0047104A"/>
    <w:rsid w:val="004B338C"/>
    <w:rsid w:val="004B77E3"/>
    <w:rsid w:val="004D73EF"/>
    <w:rsid w:val="004E2ACF"/>
    <w:rsid w:val="0054659F"/>
    <w:rsid w:val="005B3C41"/>
    <w:rsid w:val="005E5297"/>
    <w:rsid w:val="00601930"/>
    <w:rsid w:val="0061259E"/>
    <w:rsid w:val="00614DD4"/>
    <w:rsid w:val="0062050B"/>
    <w:rsid w:val="0062346E"/>
    <w:rsid w:val="00650DAA"/>
    <w:rsid w:val="0065447D"/>
    <w:rsid w:val="0066417B"/>
    <w:rsid w:val="006A76A5"/>
    <w:rsid w:val="006B44F8"/>
    <w:rsid w:val="006F60B3"/>
    <w:rsid w:val="0073738B"/>
    <w:rsid w:val="007538D5"/>
    <w:rsid w:val="007A18CA"/>
    <w:rsid w:val="007F65B2"/>
    <w:rsid w:val="008014B5"/>
    <w:rsid w:val="00806407"/>
    <w:rsid w:val="00863F69"/>
    <w:rsid w:val="00873382"/>
    <w:rsid w:val="00883749"/>
    <w:rsid w:val="008922E1"/>
    <w:rsid w:val="008F6DAA"/>
    <w:rsid w:val="00900FA1"/>
    <w:rsid w:val="009726BE"/>
    <w:rsid w:val="009811B2"/>
    <w:rsid w:val="00981773"/>
    <w:rsid w:val="00982698"/>
    <w:rsid w:val="00991C71"/>
    <w:rsid w:val="009A0506"/>
    <w:rsid w:val="009B3F9D"/>
    <w:rsid w:val="009F0C43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95824"/>
    <w:rsid w:val="00B959E3"/>
    <w:rsid w:val="00BA456F"/>
    <w:rsid w:val="00BA7EEB"/>
    <w:rsid w:val="00BF2363"/>
    <w:rsid w:val="00BF2989"/>
    <w:rsid w:val="00C02418"/>
    <w:rsid w:val="00C32562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82A1A"/>
    <w:rsid w:val="00DB255D"/>
    <w:rsid w:val="00E24996"/>
    <w:rsid w:val="00E44ED9"/>
    <w:rsid w:val="00E661EE"/>
    <w:rsid w:val="00E716A6"/>
    <w:rsid w:val="00E968CC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C2B16"/>
    <w:rsid w:val="00FE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D7D3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38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4B7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center.irkutskenergo.ru/qa/9553.htm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142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1322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47</cp:revision>
  <cp:lastPrinted>2013-03-04T02:36:00Z</cp:lastPrinted>
  <dcterms:created xsi:type="dcterms:W3CDTF">2018-07-05T07:03:00Z</dcterms:created>
  <dcterms:modified xsi:type="dcterms:W3CDTF">2025-02-27T03:24:00Z</dcterms:modified>
</cp:coreProperties>
</file>