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57F3B9FE" w:rsidR="00E968CC" w:rsidRDefault="00A61AB4" w:rsidP="005F63FF">
      <w:pPr>
        <w:jc w:val="center"/>
      </w:pPr>
      <w:r>
        <w:t>о</w:t>
      </w:r>
      <w:r w:rsidR="0062346E">
        <w:t xml:space="preserve"> внесении изменений в закупочную документацию и </w:t>
      </w:r>
      <w:r w:rsidR="005B3C41">
        <w:t>извещени</w:t>
      </w:r>
      <w:r w:rsidR="0062346E">
        <w:t>е</w:t>
      </w:r>
      <w:r w:rsidR="0073738B">
        <w:t xml:space="preserve"> по анализу предложений в электронной форме № </w:t>
      </w:r>
      <w:r w:rsidR="005F63FF" w:rsidRPr="005F63FF">
        <w:t>COM20032500029</w:t>
      </w:r>
    </w:p>
    <w:p w14:paraId="684AF01B" w14:textId="1E9C1AC8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5F63FF">
        <w:t xml:space="preserve">оказания </w:t>
      </w:r>
      <w:r w:rsidR="005F63FF" w:rsidRPr="005F63FF">
        <w:t>услуги по проверке квалификации, межлабораторных сличительных испытаний (МСИ) с санитарно-промышленной лабораторией (СПЛ) и Усть-Илимской санитарно-гигиенической лабораторией (УИ СГЛ)</w:t>
      </w: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7D0924E0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5F63FF" w:rsidRPr="005F63FF">
        <w:t>COM20032500029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5F63FF">
        <w:t xml:space="preserve">оказания </w:t>
      </w:r>
      <w:r w:rsidR="005F63FF" w:rsidRPr="005F63FF">
        <w:t>услуги по проверке квалификации, межлабораторных сличительных испытаний (МСИ) с санитарно-промышленной лабораторией (СПЛ) и Усть-Илимской санитарно-гигиенической лабораторией (УИ СГЛ)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0C6947A3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73738B">
        <w:t>0</w:t>
      </w:r>
      <w:r w:rsidR="005F63FF">
        <w:t>8</w:t>
      </w:r>
      <w:r w:rsidR="00D01C82">
        <w:t xml:space="preserve">» </w:t>
      </w:r>
      <w:r w:rsidR="005F63FF">
        <w:t>апреля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56BB1B86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B77E3">
        <w:t>1</w:t>
      </w:r>
      <w:r w:rsidR="005F63FF">
        <w:t>5</w:t>
      </w:r>
      <w:r>
        <w:t xml:space="preserve">» </w:t>
      </w:r>
      <w:r w:rsidR="005F63FF">
        <w:t>апреля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0FCAB49D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5F63FF">
        <w:t>08</w:t>
      </w:r>
      <w:r w:rsidRPr="00C43CEB">
        <w:t xml:space="preserve">» </w:t>
      </w:r>
      <w:r w:rsidR="005F63FF">
        <w:t>апреля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08B74944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5F63FF">
        <w:t>15</w:t>
      </w:r>
      <w:r w:rsidR="00420E87">
        <w:t>»</w:t>
      </w:r>
      <w:r w:rsidRPr="00C43CEB">
        <w:t xml:space="preserve"> </w:t>
      </w:r>
      <w:r w:rsidR="005F63FF">
        <w:t>апреля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ЭТП Росэлторг</w:t>
      </w:r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5F63FF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1487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47</cp:revision>
  <cp:lastPrinted>2013-03-04T02:36:00Z</cp:lastPrinted>
  <dcterms:created xsi:type="dcterms:W3CDTF">2018-07-05T07:03:00Z</dcterms:created>
  <dcterms:modified xsi:type="dcterms:W3CDTF">2025-04-08T03:29:00Z</dcterms:modified>
</cp:coreProperties>
</file>