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162E5579" w14:textId="14C29E79" w:rsidR="00785092" w:rsidRPr="00785092" w:rsidRDefault="00A61AB4" w:rsidP="00785092">
      <w:pPr>
        <w:spacing w:line="195" w:lineRule="atLeast"/>
        <w:jc w:val="center"/>
      </w:pPr>
      <w:r>
        <w:t>о</w:t>
      </w:r>
      <w:r w:rsidR="0062346E">
        <w:t xml:space="preserve"> внесении изменений в закупочную документацию и </w:t>
      </w:r>
      <w:r w:rsidR="005B3C41">
        <w:t>извещени</w:t>
      </w:r>
      <w:r w:rsidR="0062346E">
        <w:t>е</w:t>
      </w:r>
      <w:r w:rsidR="0073738B">
        <w:t xml:space="preserve"> по анализу предложений в электронной форме № </w:t>
      </w:r>
      <w:r w:rsidR="00785092" w:rsidRPr="00785092">
        <w:t>COM08042500001</w:t>
      </w:r>
    </w:p>
    <w:p w14:paraId="684AF01B" w14:textId="41FEB3C8" w:rsidR="00650DAA" w:rsidRPr="0073738B" w:rsidRDefault="00F218B9" w:rsidP="00650DAA">
      <w:pPr>
        <w:jc w:val="center"/>
      </w:pPr>
      <w:r>
        <w:t xml:space="preserve">на право заключения договора </w:t>
      </w:r>
      <w:r w:rsidR="005F63FF">
        <w:t xml:space="preserve">оказания </w:t>
      </w:r>
      <w:r w:rsidR="005F63FF" w:rsidRPr="005F63FF">
        <w:t xml:space="preserve">услуги </w:t>
      </w:r>
      <w:r w:rsidR="00785092" w:rsidRPr="00785092">
        <w:t>по проведению специальной оценки условий труда в ООО «ИЦ «Иркутскэнерго»</w:t>
      </w: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2D54587E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>в электронной форме №</w:t>
      </w:r>
      <w:r w:rsidR="00785092">
        <w:rPr>
          <w:color w:val="44443F"/>
        </w:rPr>
        <w:t xml:space="preserve"> </w:t>
      </w:r>
      <w:r w:rsidR="00785092" w:rsidRPr="00785092">
        <w:t>COM08042500001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5F63FF">
        <w:t xml:space="preserve">оказания </w:t>
      </w:r>
      <w:r w:rsidR="005F63FF" w:rsidRPr="005F63FF">
        <w:t>услуги по</w:t>
      </w:r>
      <w:r w:rsidR="00785092">
        <w:t xml:space="preserve"> </w:t>
      </w:r>
      <w:r w:rsidR="00785092" w:rsidRPr="00785092">
        <w:t>проведению специальной оценки условий труда в ООО «ИЦ «Иркутскэнерго»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01DCF69" w14:textId="71D1D203" w:rsidR="00BA456F" w:rsidRPr="0073738B" w:rsidRDefault="00BA456F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</w:t>
      </w:r>
      <w:r w:rsidR="00C02418" w:rsidRPr="0073738B">
        <w:rPr>
          <w:rFonts w:ascii="Times New Roman" w:hAnsi="Times New Roman"/>
          <w:color w:val="44443F"/>
          <w:sz w:val="24"/>
          <w:szCs w:val="24"/>
        </w:rPr>
        <w:t>а окончания подачи заявок</w:t>
      </w:r>
      <w:r w:rsidRPr="0073738B">
        <w:rPr>
          <w:rFonts w:ascii="Times New Roman" w:hAnsi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0F901D8A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785092">
        <w:t>15</w:t>
      </w:r>
      <w:r w:rsidR="00D01C82">
        <w:t xml:space="preserve">» </w:t>
      </w:r>
      <w:r w:rsidR="005F63FF">
        <w:t>апреля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2E6D6F7D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4B77E3">
        <w:t>1</w:t>
      </w:r>
      <w:r w:rsidR="00785092">
        <w:t>7</w:t>
      </w:r>
      <w:r>
        <w:t xml:space="preserve">» </w:t>
      </w:r>
      <w:r w:rsidR="005F63FF">
        <w:t>апреля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3A7533C3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785092">
        <w:t>15</w:t>
      </w:r>
      <w:r w:rsidRPr="00C43CEB">
        <w:t xml:space="preserve">» </w:t>
      </w:r>
      <w:r w:rsidR="005F63FF">
        <w:t>апреля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325A134A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5F63FF">
        <w:t>1</w:t>
      </w:r>
      <w:r w:rsidR="00785092">
        <w:t>7</w:t>
      </w:r>
      <w:r w:rsidR="00420E87">
        <w:t>»</w:t>
      </w:r>
      <w:r w:rsidRPr="00C43CEB">
        <w:t xml:space="preserve"> </w:t>
      </w:r>
      <w:r w:rsidR="005F63FF">
        <w:t>апреля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40B63324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 xml:space="preserve">ЭТП </w:t>
      </w:r>
      <w:proofErr w:type="spellStart"/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Росэлторг</w:t>
      </w:r>
      <w:proofErr w:type="spellEnd"/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5F63FF"/>
    <w:rsid w:val="00601930"/>
    <w:rsid w:val="0061259E"/>
    <w:rsid w:val="00614DD4"/>
    <w:rsid w:val="0062050B"/>
    <w:rsid w:val="0062346E"/>
    <w:rsid w:val="00650DAA"/>
    <w:rsid w:val="0065447D"/>
    <w:rsid w:val="0066417B"/>
    <w:rsid w:val="006A76A5"/>
    <w:rsid w:val="006B44F8"/>
    <w:rsid w:val="006F60B3"/>
    <w:rsid w:val="0073738B"/>
    <w:rsid w:val="007538D5"/>
    <w:rsid w:val="00785092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146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1279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48</cp:revision>
  <cp:lastPrinted>2013-03-04T02:36:00Z</cp:lastPrinted>
  <dcterms:created xsi:type="dcterms:W3CDTF">2018-07-05T07:03:00Z</dcterms:created>
  <dcterms:modified xsi:type="dcterms:W3CDTF">2025-04-14T01:47:00Z</dcterms:modified>
</cp:coreProperties>
</file>